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D0" w:rsidRPr="00534F8C" w:rsidRDefault="002A75D0" w:rsidP="0039531B">
      <w:pPr>
        <w:jc w:val="center"/>
        <w:rPr>
          <w:b/>
          <w:sz w:val="28"/>
          <w:szCs w:val="28"/>
        </w:rPr>
      </w:pPr>
      <w:r w:rsidRPr="00560C6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7.25pt;height:1in;visibility:visible" filled="t">
            <v:imagedata r:id="rId6" o:title=""/>
          </v:shape>
        </w:pict>
      </w:r>
    </w:p>
    <w:p w:rsidR="002A75D0" w:rsidRPr="00814EAF" w:rsidRDefault="002A75D0" w:rsidP="00653AD0">
      <w:pPr>
        <w:jc w:val="center"/>
        <w:rPr>
          <w:b/>
          <w:sz w:val="28"/>
          <w:szCs w:val="28"/>
        </w:rPr>
      </w:pPr>
      <w:r w:rsidRPr="00814EAF">
        <w:rPr>
          <w:b/>
          <w:sz w:val="28"/>
          <w:szCs w:val="28"/>
        </w:rPr>
        <w:t>Совет Николаевского сельского поселения</w:t>
      </w:r>
    </w:p>
    <w:p w:rsidR="002A75D0" w:rsidRDefault="002A75D0" w:rsidP="00CC4D98">
      <w:pPr>
        <w:jc w:val="center"/>
        <w:rPr>
          <w:b/>
          <w:sz w:val="28"/>
          <w:szCs w:val="28"/>
        </w:rPr>
      </w:pPr>
      <w:r w:rsidRPr="00814EAF">
        <w:rPr>
          <w:b/>
          <w:sz w:val="28"/>
          <w:szCs w:val="28"/>
        </w:rPr>
        <w:t>Щербиновского района</w:t>
      </w:r>
      <w:r w:rsidRPr="00CC4D98">
        <w:rPr>
          <w:b/>
          <w:sz w:val="28"/>
          <w:szCs w:val="28"/>
        </w:rPr>
        <w:t xml:space="preserve"> </w:t>
      </w:r>
    </w:p>
    <w:p w:rsidR="002A75D0" w:rsidRPr="00814EAF" w:rsidRDefault="002A75D0" w:rsidP="00CC4D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2A75D0" w:rsidRDefault="002A75D0" w:rsidP="00761F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пятая </w:t>
      </w:r>
      <w:r w:rsidRPr="00814EAF">
        <w:rPr>
          <w:b/>
          <w:sz w:val="28"/>
          <w:szCs w:val="28"/>
        </w:rPr>
        <w:t>сессия</w:t>
      </w:r>
    </w:p>
    <w:p w:rsidR="002A75D0" w:rsidRDefault="002A75D0" w:rsidP="00653AD0">
      <w:pPr>
        <w:rPr>
          <w:sz w:val="28"/>
          <w:szCs w:val="28"/>
        </w:rPr>
      </w:pPr>
    </w:p>
    <w:p w:rsidR="002A75D0" w:rsidRDefault="002A75D0" w:rsidP="00761F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A75D0" w:rsidRPr="00814EAF" w:rsidRDefault="002A75D0" w:rsidP="00761F6B">
      <w:pPr>
        <w:jc w:val="center"/>
      </w:pPr>
    </w:p>
    <w:p w:rsidR="002A75D0" w:rsidRPr="00A17189" w:rsidRDefault="002A75D0" w:rsidP="006D5995">
      <w:pPr>
        <w:jc w:val="center"/>
        <w:rPr>
          <w:b/>
          <w:sz w:val="28"/>
          <w:szCs w:val="28"/>
        </w:rPr>
      </w:pPr>
      <w:r w:rsidRPr="00A17189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25.11.2019          </w:t>
      </w:r>
      <w:r w:rsidRPr="00A17189">
        <w:rPr>
          <w:b/>
          <w:sz w:val="28"/>
          <w:szCs w:val="28"/>
        </w:rPr>
        <w:tab/>
      </w:r>
      <w:r w:rsidRPr="00A17189">
        <w:rPr>
          <w:b/>
          <w:sz w:val="28"/>
          <w:szCs w:val="28"/>
        </w:rPr>
        <w:tab/>
      </w:r>
      <w:r w:rsidRPr="00A17189">
        <w:rPr>
          <w:b/>
          <w:sz w:val="28"/>
          <w:szCs w:val="28"/>
        </w:rPr>
        <w:tab/>
      </w:r>
      <w:r w:rsidRPr="00A17189">
        <w:rPr>
          <w:b/>
          <w:sz w:val="28"/>
          <w:szCs w:val="28"/>
        </w:rPr>
        <w:tab/>
      </w:r>
      <w:r w:rsidRPr="00A17189">
        <w:rPr>
          <w:b/>
          <w:sz w:val="28"/>
          <w:szCs w:val="28"/>
        </w:rPr>
        <w:tab/>
      </w:r>
      <w:r w:rsidRPr="00A17189">
        <w:rPr>
          <w:b/>
          <w:sz w:val="28"/>
          <w:szCs w:val="28"/>
        </w:rPr>
        <w:tab/>
        <w:t xml:space="preserve">         № </w:t>
      </w:r>
      <w:r>
        <w:rPr>
          <w:b/>
          <w:sz w:val="28"/>
          <w:szCs w:val="28"/>
        </w:rPr>
        <w:t>2</w:t>
      </w:r>
    </w:p>
    <w:p w:rsidR="002A75D0" w:rsidRDefault="002A75D0" w:rsidP="00761F6B">
      <w:pPr>
        <w:jc w:val="center"/>
        <w:rPr>
          <w:sz w:val="20"/>
          <w:szCs w:val="20"/>
        </w:rPr>
      </w:pPr>
      <w:r>
        <w:rPr>
          <w:sz w:val="20"/>
          <w:szCs w:val="20"/>
        </w:rPr>
        <w:t>село Николаевка</w:t>
      </w:r>
    </w:p>
    <w:p w:rsidR="002A75D0" w:rsidRDefault="002A75D0" w:rsidP="00761F6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5D0" w:rsidRDefault="002A75D0" w:rsidP="00761F6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5D0" w:rsidRDefault="002A75D0" w:rsidP="00761F6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 по проекту годового</w:t>
      </w:r>
    </w:p>
    <w:p w:rsidR="002A75D0" w:rsidRDefault="002A75D0" w:rsidP="00761F6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индикативного плана социально-экономического</w:t>
      </w:r>
    </w:p>
    <w:p w:rsidR="002A75D0" w:rsidRDefault="002A75D0" w:rsidP="00761F6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развития Николаевского сельского поселения </w:t>
      </w:r>
    </w:p>
    <w:p w:rsidR="002A75D0" w:rsidRDefault="002A75D0" w:rsidP="00761F6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Щербиновского района </w:t>
      </w:r>
    </w:p>
    <w:p w:rsidR="002A75D0" w:rsidRDefault="002A75D0" w:rsidP="00761F6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 год</w:t>
      </w:r>
    </w:p>
    <w:p w:rsidR="002A75D0" w:rsidRDefault="002A75D0" w:rsidP="00761F6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5D0" w:rsidRPr="00613231" w:rsidRDefault="002A75D0" w:rsidP="00761F6B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2A75D0" w:rsidRDefault="002A75D0" w:rsidP="00761F6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уставом Николаевского сельского поселения Щербиновского района, Законом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от 6 октября 2003 года № 131-ФЗ «Об общих принципах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низации местного самоуправления в Российской Федерации», решением Совета Николаевского сельского поселения Щербиновского района от 8 сентября          2006 года № 2 «Об утверждении Положения о порядке организации и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публичных слушаний в Николаевском  сельском поселении Щербиновск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района», Совет Николаевского сельского поселения Щербиновского района  р е ш и л:</w:t>
      </w:r>
    </w:p>
    <w:p w:rsidR="002A75D0" w:rsidRDefault="002A75D0" w:rsidP="00761F6B">
      <w:pPr>
        <w:pStyle w:val="PlainTex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по проекту годового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дикативного плана социально-экономического развития </w:t>
      </w:r>
      <w:r>
        <w:rPr>
          <w:rFonts w:ascii="Times New Roman" w:hAnsi="Times New Roman"/>
          <w:sz w:val="28"/>
          <w:szCs w:val="28"/>
        </w:rPr>
        <w:t>Николаевского</w:t>
      </w:r>
      <w:r w:rsidRPr="00FC61A0">
        <w:rPr>
          <w:rFonts w:ascii="Times New Roman" w:hAnsi="Times New Roman"/>
          <w:sz w:val="28"/>
          <w:szCs w:val="28"/>
        </w:rPr>
        <w:t xml:space="preserve"> сел</w:t>
      </w:r>
      <w:r w:rsidRPr="00FC61A0">
        <w:rPr>
          <w:rFonts w:ascii="Times New Roman" w:hAnsi="Times New Roman"/>
          <w:sz w:val="28"/>
          <w:szCs w:val="28"/>
        </w:rPr>
        <w:t>ь</w:t>
      </w:r>
      <w:r w:rsidRPr="00FC61A0">
        <w:rPr>
          <w:rFonts w:ascii="Times New Roman" w:hAnsi="Times New Roman"/>
          <w:sz w:val="28"/>
          <w:szCs w:val="28"/>
        </w:rPr>
        <w:t>ского поселения Щербиновского района</w:t>
      </w:r>
      <w:r>
        <w:rPr>
          <w:rFonts w:ascii="Times New Roman" w:hAnsi="Times New Roman"/>
          <w:sz w:val="28"/>
          <w:szCs w:val="28"/>
        </w:rPr>
        <w:t xml:space="preserve"> на 2020</w:t>
      </w:r>
      <w:r w:rsidRPr="00AC3E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на 18</w:t>
      </w:r>
      <w:bookmarkStart w:id="0" w:name="_GoBack"/>
      <w:bookmarkEnd w:id="0"/>
      <w:r w:rsidRPr="00515859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1585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A75D0" w:rsidRDefault="002A75D0" w:rsidP="00761F6B">
      <w:pPr>
        <w:pStyle w:val="PlainTex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Официально опубликовать проект годового индикативного плана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циально-экономического развития </w:t>
      </w:r>
      <w:r>
        <w:rPr>
          <w:rFonts w:ascii="Times New Roman" w:hAnsi="Times New Roman"/>
          <w:sz w:val="28"/>
          <w:szCs w:val="28"/>
        </w:rPr>
        <w:t>Николаевского</w:t>
      </w:r>
      <w:r w:rsidRPr="00FC61A0">
        <w:rPr>
          <w:rFonts w:ascii="Times New Roman" w:hAnsi="Times New Roman"/>
          <w:sz w:val="28"/>
          <w:szCs w:val="28"/>
        </w:rPr>
        <w:t xml:space="preserve"> сельского поселения Щерб</w:t>
      </w:r>
      <w:r w:rsidRPr="00FC61A0">
        <w:rPr>
          <w:rFonts w:ascii="Times New Roman" w:hAnsi="Times New Roman"/>
          <w:sz w:val="28"/>
          <w:szCs w:val="28"/>
        </w:rPr>
        <w:t>и</w:t>
      </w:r>
      <w:r w:rsidRPr="00FC61A0">
        <w:rPr>
          <w:rFonts w:ascii="Times New Roman" w:hAnsi="Times New Roman"/>
          <w:sz w:val="28"/>
          <w:szCs w:val="28"/>
        </w:rPr>
        <w:t>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(приложение № 1) в периодическом печатном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дании «Информационный бюллетень администрации Николаевского сельского поселения Щербиновского района».</w:t>
      </w:r>
    </w:p>
    <w:p w:rsidR="002A75D0" w:rsidRPr="00400CFD" w:rsidRDefault="002A75D0" w:rsidP="00400CFD">
      <w:pPr>
        <w:pStyle w:val="PlainTex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Образовать организационный комитет по проведению публичных слушаний </w:t>
      </w:r>
      <w:r w:rsidRPr="005F2B8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проекту годового индикативного плана социально-</w:t>
      </w:r>
      <w:r w:rsidRPr="00400CFD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Pr="00400CFD">
        <w:rPr>
          <w:rFonts w:ascii="Times New Roman" w:hAnsi="Times New Roman"/>
          <w:sz w:val="28"/>
          <w:szCs w:val="28"/>
        </w:rPr>
        <w:t>Николаевского сельского поселения Щербиновского района на 2020 год</w:t>
      </w:r>
      <w:r w:rsidRPr="00400CFD">
        <w:rPr>
          <w:rFonts w:ascii="Times New Roman" w:hAnsi="Times New Roman" w:cs="Times New Roman"/>
          <w:sz w:val="28"/>
          <w:szCs w:val="28"/>
        </w:rPr>
        <w:t xml:space="preserve"> и утвердить его состав (приложение № 2).</w:t>
      </w:r>
    </w:p>
    <w:p w:rsidR="002A75D0" w:rsidRPr="00400CFD" w:rsidRDefault="002A75D0" w:rsidP="00400CFD">
      <w:pPr>
        <w:ind w:firstLine="900"/>
        <w:jc w:val="both"/>
        <w:rPr>
          <w:sz w:val="28"/>
          <w:szCs w:val="28"/>
        </w:rPr>
      </w:pPr>
      <w:r w:rsidRPr="00400CFD">
        <w:rPr>
          <w:sz w:val="28"/>
          <w:szCs w:val="28"/>
        </w:rPr>
        <w:t>4. Официально опубликовать настоящее решение в периодическом пе</w:t>
      </w:r>
      <w:r w:rsidRPr="00400CFD">
        <w:rPr>
          <w:sz w:val="28"/>
          <w:szCs w:val="28"/>
        </w:rPr>
        <w:softHyphen/>
        <w:t xml:space="preserve">чатном издании «Информационный бюллетень администрации Николаевского сельского поселения Щербиновского района». </w:t>
      </w:r>
    </w:p>
    <w:p w:rsidR="002A75D0" w:rsidRDefault="002A75D0" w:rsidP="00400CFD">
      <w:pPr>
        <w:ind w:firstLine="900"/>
        <w:jc w:val="both"/>
        <w:rPr>
          <w:sz w:val="28"/>
          <w:szCs w:val="28"/>
        </w:rPr>
      </w:pPr>
      <w:r w:rsidRPr="00400CFD">
        <w:rPr>
          <w:sz w:val="28"/>
          <w:szCs w:val="28"/>
        </w:rPr>
        <w:t>5. Отделу по общим и юридическим вопросам администрации Никол</w:t>
      </w:r>
      <w:r w:rsidRPr="00400CFD">
        <w:rPr>
          <w:sz w:val="28"/>
          <w:szCs w:val="28"/>
        </w:rPr>
        <w:t>а</w:t>
      </w:r>
      <w:r w:rsidRPr="00400CFD">
        <w:rPr>
          <w:sz w:val="28"/>
          <w:szCs w:val="28"/>
        </w:rPr>
        <w:t xml:space="preserve">евского сельского поселения Щербиновского района (Парасоцкая) разместить </w:t>
      </w:r>
    </w:p>
    <w:p w:rsidR="002A75D0" w:rsidRDefault="002A75D0" w:rsidP="00400CFD">
      <w:pPr>
        <w:ind w:firstLine="900"/>
        <w:jc w:val="both"/>
        <w:rPr>
          <w:sz w:val="28"/>
          <w:szCs w:val="28"/>
        </w:rPr>
      </w:pPr>
    </w:p>
    <w:p w:rsidR="002A75D0" w:rsidRPr="00400CFD" w:rsidRDefault="002A75D0" w:rsidP="00400CFD">
      <w:pPr>
        <w:jc w:val="center"/>
      </w:pPr>
      <w:r w:rsidRPr="00400CFD">
        <w:t>2</w:t>
      </w:r>
    </w:p>
    <w:p w:rsidR="002A75D0" w:rsidRDefault="002A75D0" w:rsidP="00400CFD">
      <w:pPr>
        <w:ind w:firstLine="900"/>
        <w:jc w:val="both"/>
        <w:rPr>
          <w:sz w:val="28"/>
          <w:szCs w:val="28"/>
        </w:rPr>
      </w:pPr>
    </w:p>
    <w:p w:rsidR="002A75D0" w:rsidRPr="00400CFD" w:rsidRDefault="002A75D0" w:rsidP="00400CFD">
      <w:pPr>
        <w:jc w:val="both"/>
        <w:rPr>
          <w:sz w:val="28"/>
          <w:szCs w:val="28"/>
        </w:rPr>
      </w:pPr>
      <w:r w:rsidRPr="00400CFD">
        <w:rPr>
          <w:sz w:val="28"/>
          <w:szCs w:val="28"/>
        </w:rPr>
        <w:t>настоящее решение на официальном сайте администрации Николаевского сел</w:t>
      </w:r>
      <w:r w:rsidRPr="00400CFD">
        <w:rPr>
          <w:sz w:val="28"/>
          <w:szCs w:val="28"/>
        </w:rPr>
        <w:t>ь</w:t>
      </w:r>
      <w:r w:rsidRPr="00400CFD">
        <w:rPr>
          <w:sz w:val="28"/>
          <w:szCs w:val="28"/>
        </w:rPr>
        <w:t>ского поселения Щербиновского района в сети Интернет.</w:t>
      </w:r>
    </w:p>
    <w:p w:rsidR="002A75D0" w:rsidRDefault="002A75D0" w:rsidP="00761F6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выполнением настоящего решения возложить на главу Николаевского сельского поселения Щербиновского района Н.С. Ткаченко.</w:t>
      </w:r>
    </w:p>
    <w:p w:rsidR="002A75D0" w:rsidRDefault="002A75D0" w:rsidP="00761F6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 Решение вступает в силу на следующий день после его официального опубликования.</w:t>
      </w:r>
    </w:p>
    <w:p w:rsidR="002A75D0" w:rsidRDefault="002A75D0" w:rsidP="00761F6B">
      <w:pPr>
        <w:jc w:val="both"/>
        <w:rPr>
          <w:sz w:val="28"/>
          <w:szCs w:val="28"/>
        </w:rPr>
      </w:pPr>
    </w:p>
    <w:p w:rsidR="002A75D0" w:rsidRDefault="002A75D0" w:rsidP="00761F6B">
      <w:pPr>
        <w:jc w:val="both"/>
        <w:rPr>
          <w:sz w:val="28"/>
          <w:szCs w:val="28"/>
        </w:rPr>
      </w:pPr>
    </w:p>
    <w:p w:rsidR="002A75D0" w:rsidRDefault="002A75D0" w:rsidP="00761F6B">
      <w:pPr>
        <w:jc w:val="both"/>
        <w:rPr>
          <w:sz w:val="28"/>
          <w:szCs w:val="28"/>
        </w:rPr>
      </w:pPr>
    </w:p>
    <w:p w:rsidR="002A75D0" w:rsidRDefault="002A75D0" w:rsidP="005B22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2A75D0" w:rsidRDefault="002A75D0" w:rsidP="005B22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</w:t>
      </w:r>
      <w:r w:rsidRPr="00FC61A0">
        <w:rPr>
          <w:sz w:val="28"/>
          <w:szCs w:val="28"/>
        </w:rPr>
        <w:t>сельского поселения</w:t>
      </w:r>
    </w:p>
    <w:p w:rsidR="002A75D0" w:rsidRDefault="002A75D0" w:rsidP="005B2225">
      <w:pPr>
        <w:jc w:val="both"/>
        <w:rPr>
          <w:sz w:val="28"/>
          <w:szCs w:val="28"/>
        </w:rPr>
      </w:pPr>
      <w:r w:rsidRPr="00FC61A0"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 xml:space="preserve">                                                                      Н.С. Ткаченко</w:t>
      </w: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Default="002A75D0" w:rsidP="00DD44DD">
      <w:pPr>
        <w:ind w:left="5220"/>
        <w:jc w:val="center"/>
        <w:rPr>
          <w:sz w:val="28"/>
          <w:szCs w:val="28"/>
        </w:rPr>
      </w:pPr>
    </w:p>
    <w:p w:rsidR="002A75D0" w:rsidRPr="00DD44DD" w:rsidRDefault="002A75D0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ПРИЛОЖЕНИЕ № 2</w:t>
      </w:r>
    </w:p>
    <w:p w:rsidR="002A75D0" w:rsidRPr="00DD44DD" w:rsidRDefault="002A75D0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к  решению Совета</w:t>
      </w:r>
    </w:p>
    <w:p w:rsidR="002A75D0" w:rsidRPr="00DD44DD" w:rsidRDefault="002A75D0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Николаевского сельского поселения</w:t>
      </w:r>
    </w:p>
    <w:p w:rsidR="002A75D0" w:rsidRPr="00DD44DD" w:rsidRDefault="002A75D0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Щербиновского района</w:t>
      </w:r>
    </w:p>
    <w:p w:rsidR="002A75D0" w:rsidRPr="00DD44DD" w:rsidRDefault="002A75D0" w:rsidP="00DD44DD">
      <w:pPr>
        <w:ind w:left="5220"/>
        <w:jc w:val="center"/>
        <w:rPr>
          <w:sz w:val="28"/>
          <w:szCs w:val="28"/>
        </w:rPr>
      </w:pPr>
      <w:r w:rsidRPr="00DD44DD">
        <w:rPr>
          <w:sz w:val="28"/>
          <w:szCs w:val="28"/>
        </w:rPr>
        <w:t>от</w:t>
      </w:r>
      <w:r>
        <w:rPr>
          <w:sz w:val="28"/>
          <w:szCs w:val="28"/>
        </w:rPr>
        <w:t xml:space="preserve"> 25.11.2019</w:t>
      </w:r>
      <w:r w:rsidRPr="00DD44DD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</w:p>
    <w:p w:rsidR="002A75D0" w:rsidRPr="00D93AB5" w:rsidRDefault="002A75D0" w:rsidP="001F041E">
      <w:pPr>
        <w:jc w:val="center"/>
        <w:rPr>
          <w:sz w:val="28"/>
          <w:szCs w:val="28"/>
        </w:rPr>
      </w:pPr>
    </w:p>
    <w:p w:rsidR="002A75D0" w:rsidRPr="00D93AB5" w:rsidRDefault="002A75D0" w:rsidP="001F041E">
      <w:pPr>
        <w:jc w:val="center"/>
        <w:rPr>
          <w:sz w:val="28"/>
          <w:szCs w:val="28"/>
        </w:rPr>
      </w:pPr>
    </w:p>
    <w:p w:rsidR="002A75D0" w:rsidRPr="00181474" w:rsidRDefault="002A75D0" w:rsidP="001F041E">
      <w:pPr>
        <w:jc w:val="center"/>
        <w:rPr>
          <w:sz w:val="28"/>
          <w:szCs w:val="28"/>
        </w:rPr>
      </w:pPr>
      <w:r w:rsidRPr="00181474">
        <w:rPr>
          <w:sz w:val="28"/>
          <w:szCs w:val="28"/>
        </w:rPr>
        <w:t>СОСТАВ</w:t>
      </w:r>
    </w:p>
    <w:p w:rsidR="002A75D0" w:rsidRPr="00181474" w:rsidRDefault="002A75D0" w:rsidP="001F041E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 xml:space="preserve">организационного комитета по проведению публичных слушаний </w:t>
      </w:r>
    </w:p>
    <w:p w:rsidR="002A75D0" w:rsidRDefault="002A75D0" w:rsidP="001F041E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 xml:space="preserve">по проекту годового индикативного плана социально-экономического </w:t>
      </w:r>
    </w:p>
    <w:p w:rsidR="002A75D0" w:rsidRPr="00181474" w:rsidRDefault="002A75D0" w:rsidP="001F041E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 xml:space="preserve">развития Николаевского сельского поселения Щербиновского района </w:t>
      </w:r>
    </w:p>
    <w:p w:rsidR="002A75D0" w:rsidRDefault="002A75D0" w:rsidP="001F041E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74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8147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75D0" w:rsidRPr="00AC77D8" w:rsidRDefault="002A75D0" w:rsidP="001F041E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5D0" w:rsidRPr="00AC77D8" w:rsidRDefault="002A75D0" w:rsidP="001F041E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5D0" w:rsidRPr="00456A19" w:rsidRDefault="002A75D0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 Парасоцкая Виктория Николаевна -  начальник отдела по общим и юридическим вопросам администрации Николаевского сельского поселения Щербиновского района.</w:t>
      </w:r>
    </w:p>
    <w:p w:rsidR="002A75D0" w:rsidRDefault="002A75D0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</w:t>
      </w:r>
      <w:r w:rsidRPr="00DD44DD">
        <w:rPr>
          <w:sz w:val="28"/>
          <w:szCs w:val="28"/>
        </w:rPr>
        <w:t xml:space="preserve"> </w:t>
      </w:r>
      <w:r>
        <w:rPr>
          <w:sz w:val="28"/>
          <w:szCs w:val="28"/>
        </w:rPr>
        <w:t>Покусаева Наталья Анатольевна – делопроизводитель отдела по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щим и юридическим вопросам администрации Николаевского сельского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Щербиновского района;</w:t>
      </w:r>
    </w:p>
    <w:p w:rsidR="002A75D0" w:rsidRDefault="002A75D0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Есауленко Ирина Витальевна – депутат Совета Николаевского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поселения Щербиновского района.</w:t>
      </w:r>
    </w:p>
    <w:p w:rsidR="002A75D0" w:rsidRDefault="002A75D0" w:rsidP="00AE2C97">
      <w:pPr>
        <w:jc w:val="both"/>
        <w:rPr>
          <w:sz w:val="28"/>
          <w:szCs w:val="28"/>
        </w:rPr>
      </w:pPr>
    </w:p>
    <w:p w:rsidR="002A75D0" w:rsidRDefault="002A75D0" w:rsidP="00AE2C97">
      <w:pPr>
        <w:jc w:val="both"/>
        <w:rPr>
          <w:sz w:val="28"/>
          <w:szCs w:val="28"/>
        </w:rPr>
      </w:pPr>
    </w:p>
    <w:p w:rsidR="002A75D0" w:rsidRDefault="002A75D0" w:rsidP="00AE2C97">
      <w:pPr>
        <w:jc w:val="both"/>
        <w:rPr>
          <w:sz w:val="28"/>
          <w:szCs w:val="28"/>
        </w:rPr>
      </w:pPr>
    </w:p>
    <w:p w:rsidR="002A75D0" w:rsidRDefault="002A75D0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2A75D0" w:rsidRDefault="002A75D0" w:rsidP="00AE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</w:t>
      </w:r>
      <w:r w:rsidRPr="00FC61A0">
        <w:rPr>
          <w:sz w:val="28"/>
          <w:szCs w:val="28"/>
        </w:rPr>
        <w:t>сельского поселения</w:t>
      </w:r>
    </w:p>
    <w:p w:rsidR="002A75D0" w:rsidRDefault="002A75D0" w:rsidP="00AE2C97">
      <w:pPr>
        <w:jc w:val="both"/>
      </w:pPr>
      <w:r w:rsidRPr="00FC61A0"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 xml:space="preserve">                                                                      Н.С. Ткаченко</w:t>
      </w:r>
    </w:p>
    <w:sectPr w:rsidR="002A75D0" w:rsidSect="00A17189">
      <w:headerReference w:type="even" r:id="rId7"/>
      <w:pgSz w:w="11906" w:h="16838"/>
      <w:pgMar w:top="34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5D0" w:rsidRDefault="002A75D0">
      <w:r>
        <w:separator/>
      </w:r>
    </w:p>
  </w:endnote>
  <w:endnote w:type="continuationSeparator" w:id="0">
    <w:p w:rsidR="002A75D0" w:rsidRDefault="002A7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5D0" w:rsidRDefault="002A75D0">
      <w:r>
        <w:separator/>
      </w:r>
    </w:p>
  </w:footnote>
  <w:footnote w:type="continuationSeparator" w:id="0">
    <w:p w:rsidR="002A75D0" w:rsidRDefault="002A75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5D0" w:rsidRDefault="002A75D0" w:rsidP="00CC4D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75D0" w:rsidRDefault="002A75D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463"/>
    <w:rsid w:val="00005CF2"/>
    <w:rsid w:val="00115ED8"/>
    <w:rsid w:val="00125463"/>
    <w:rsid w:val="00181474"/>
    <w:rsid w:val="00185823"/>
    <w:rsid w:val="001B5B59"/>
    <w:rsid w:val="001F041E"/>
    <w:rsid w:val="0023255B"/>
    <w:rsid w:val="0025395E"/>
    <w:rsid w:val="002A4229"/>
    <w:rsid w:val="002A75D0"/>
    <w:rsid w:val="002D010A"/>
    <w:rsid w:val="002E078C"/>
    <w:rsid w:val="0039531B"/>
    <w:rsid w:val="00397473"/>
    <w:rsid w:val="003C0A03"/>
    <w:rsid w:val="00400CFD"/>
    <w:rsid w:val="004143EB"/>
    <w:rsid w:val="00456A19"/>
    <w:rsid w:val="004C1891"/>
    <w:rsid w:val="004C6BDF"/>
    <w:rsid w:val="00515859"/>
    <w:rsid w:val="00534F8C"/>
    <w:rsid w:val="0054700E"/>
    <w:rsid w:val="00552404"/>
    <w:rsid w:val="00553D6D"/>
    <w:rsid w:val="00560C66"/>
    <w:rsid w:val="00587A4E"/>
    <w:rsid w:val="00591ACE"/>
    <w:rsid w:val="005B2225"/>
    <w:rsid w:val="005C58DC"/>
    <w:rsid w:val="005D7CCD"/>
    <w:rsid w:val="005F2B86"/>
    <w:rsid w:val="005F5FA0"/>
    <w:rsid w:val="00613231"/>
    <w:rsid w:val="00653AD0"/>
    <w:rsid w:val="006627CF"/>
    <w:rsid w:val="00672554"/>
    <w:rsid w:val="006D5995"/>
    <w:rsid w:val="006F1595"/>
    <w:rsid w:val="00761F6B"/>
    <w:rsid w:val="007C589E"/>
    <w:rsid w:val="00814EAF"/>
    <w:rsid w:val="008705B1"/>
    <w:rsid w:val="008F1518"/>
    <w:rsid w:val="00901A21"/>
    <w:rsid w:val="00914F7C"/>
    <w:rsid w:val="009273ED"/>
    <w:rsid w:val="00972E5D"/>
    <w:rsid w:val="009C0696"/>
    <w:rsid w:val="009E6B22"/>
    <w:rsid w:val="00A15B59"/>
    <w:rsid w:val="00A17189"/>
    <w:rsid w:val="00A42186"/>
    <w:rsid w:val="00A60D43"/>
    <w:rsid w:val="00AC3ECA"/>
    <w:rsid w:val="00AC77D8"/>
    <w:rsid w:val="00AE2C97"/>
    <w:rsid w:val="00B66BF2"/>
    <w:rsid w:val="00BA4EF2"/>
    <w:rsid w:val="00BA66E3"/>
    <w:rsid w:val="00BC3B73"/>
    <w:rsid w:val="00BC6053"/>
    <w:rsid w:val="00BD741D"/>
    <w:rsid w:val="00C06191"/>
    <w:rsid w:val="00CC4D98"/>
    <w:rsid w:val="00CF328C"/>
    <w:rsid w:val="00CF5277"/>
    <w:rsid w:val="00D0410E"/>
    <w:rsid w:val="00D04CA8"/>
    <w:rsid w:val="00D4283A"/>
    <w:rsid w:val="00D63358"/>
    <w:rsid w:val="00D867B4"/>
    <w:rsid w:val="00D93AB5"/>
    <w:rsid w:val="00DD44DD"/>
    <w:rsid w:val="00DD4E09"/>
    <w:rsid w:val="00EB281C"/>
    <w:rsid w:val="00EC3B4A"/>
    <w:rsid w:val="00EE5F09"/>
    <w:rsid w:val="00F00ABD"/>
    <w:rsid w:val="00F4585A"/>
    <w:rsid w:val="00F863F5"/>
    <w:rsid w:val="00FA3CC0"/>
    <w:rsid w:val="00FB02CB"/>
    <w:rsid w:val="00FC6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F6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61F6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C3322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D7C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322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A171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32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1718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71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33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10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3</Pages>
  <Words>518</Words>
  <Characters>2953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subject/>
  <dc:creator>Александр</dc:creator>
  <cp:keywords/>
  <dc:description/>
  <cp:lastModifiedBy>user</cp:lastModifiedBy>
  <cp:revision>4</cp:revision>
  <cp:lastPrinted>2017-11-29T08:17:00Z</cp:lastPrinted>
  <dcterms:created xsi:type="dcterms:W3CDTF">2019-11-19T12:27:00Z</dcterms:created>
  <dcterms:modified xsi:type="dcterms:W3CDTF">2019-11-27T08:42:00Z</dcterms:modified>
</cp:coreProperties>
</file>